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51" w:rsidRDefault="00544351" w:rsidP="007F6DB1">
      <w:pPr>
        <w:numPr>
          <w:ilvl w:val="0"/>
          <w:numId w:val="12"/>
        </w:numPr>
        <w:rPr>
          <w:sz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pt;margin-top:-5.55pt;width:450pt;height:477pt;z-index:251658240" stroked="f">
            <v:textbox style="mso-next-textbox:#_x0000_s1027">
              <w:txbxContent>
                <w:p w:rsidR="00544351" w:rsidRPr="0082252D" w:rsidRDefault="00544351" w:rsidP="007F6DB1">
                  <w:pPr>
                    <w:rPr>
                      <w:noProof/>
                    </w:rPr>
                  </w:pPr>
                  <w:r w:rsidRPr="007F6DB1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Diagram 5" o:spid="_x0000_i1026" type="#_x0000_t75" style="width:8in;height:459.75pt;visibility:visible" o:gfxdata="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">
                        <v:imagedata r:id="rId7" o:title="" chromakey="black"/>
                        <o:lock v:ext="edit" aspectratio="f"/>
                      </v:shape>
                    </w:pic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8" type="#_x0000_t202" style="position:absolute;left:0;text-align:left;margin-left:477pt;margin-top:57.45pt;width:265.25pt;height:294.65pt;z-index:251659264" stroked="f">
            <v:textbox style="mso-next-textbox:#_x0000_s1028">
              <w:txbxContent>
                <w:p w:rsidR="00544351" w:rsidRDefault="00544351" w:rsidP="007F6DB1">
                  <w:pPr>
                    <w:rPr>
                      <w:sz w:val="28"/>
                      <w:szCs w:val="28"/>
                    </w:rPr>
                  </w:pPr>
                </w:p>
                <w:p w:rsidR="00544351" w:rsidRDefault="00544351" w:rsidP="007F6DB1"/>
              </w:txbxContent>
            </v:textbox>
          </v:shape>
        </w:pict>
      </w:r>
      <w:r>
        <w:rPr>
          <w:sz w:val="40"/>
        </w:rPr>
        <w:t>Positive Behavior     Intervention and Support (P.B.I.S.)</w:t>
      </w:r>
    </w:p>
    <w:p w:rsidR="00544351" w:rsidRDefault="00544351" w:rsidP="007F6DB1">
      <w:pPr>
        <w:ind w:left="720"/>
        <w:rPr>
          <w:sz w:val="40"/>
        </w:rPr>
      </w:pPr>
    </w:p>
    <w:p w:rsidR="00544351" w:rsidRDefault="00544351" w:rsidP="007F6DB1">
      <w:pPr>
        <w:ind w:left="720"/>
        <w:rPr>
          <w:sz w:val="40"/>
        </w:rPr>
      </w:pPr>
    </w:p>
    <w:p w:rsidR="00544351" w:rsidRPr="003C1A19" w:rsidRDefault="00544351" w:rsidP="003C1A19">
      <w:pPr>
        <w:numPr>
          <w:ilvl w:val="0"/>
          <w:numId w:val="12"/>
        </w:numPr>
        <w:rPr>
          <w:sz w:val="36"/>
          <w:szCs w:val="36"/>
        </w:rPr>
      </w:pPr>
      <w:r w:rsidRPr="003C1A19">
        <w:rPr>
          <w:sz w:val="36"/>
          <w:szCs w:val="36"/>
        </w:rPr>
        <w:t>Positive Life Choices</w:t>
      </w:r>
    </w:p>
    <w:p w:rsidR="00544351" w:rsidRPr="003C1A19" w:rsidRDefault="00544351" w:rsidP="003C1A19">
      <w:pPr>
        <w:numPr>
          <w:ilvl w:val="0"/>
          <w:numId w:val="12"/>
        </w:numPr>
        <w:rPr>
          <w:sz w:val="36"/>
          <w:szCs w:val="36"/>
        </w:rPr>
      </w:pPr>
      <w:r w:rsidRPr="003C1A19">
        <w:rPr>
          <w:sz w:val="36"/>
          <w:szCs w:val="36"/>
        </w:rPr>
        <w:t>Rachael’s Choice</w:t>
      </w:r>
    </w:p>
    <w:p w:rsidR="00544351" w:rsidRDefault="00544351" w:rsidP="003C1A19">
      <w:pPr>
        <w:numPr>
          <w:ilvl w:val="0"/>
          <w:numId w:val="12"/>
        </w:numPr>
        <w:rPr>
          <w:sz w:val="36"/>
          <w:szCs w:val="36"/>
        </w:rPr>
      </w:pPr>
      <w:r w:rsidRPr="003C1A19">
        <w:rPr>
          <w:sz w:val="36"/>
          <w:szCs w:val="36"/>
        </w:rPr>
        <w:t>Anti-Bullying</w:t>
      </w:r>
    </w:p>
    <w:p w:rsidR="00544351" w:rsidRDefault="00544351" w:rsidP="003C1A19">
      <w:pPr>
        <w:rPr>
          <w:sz w:val="36"/>
          <w:szCs w:val="36"/>
        </w:rPr>
      </w:pPr>
    </w:p>
    <w:p w:rsidR="00544351" w:rsidRPr="003C1A19" w:rsidRDefault="00544351" w:rsidP="003C1A19">
      <w:pPr>
        <w:numPr>
          <w:ilvl w:val="0"/>
          <w:numId w:val="12"/>
        </w:numPr>
        <w:rPr>
          <w:sz w:val="36"/>
          <w:szCs w:val="36"/>
        </w:rPr>
      </w:pPr>
      <w:r>
        <w:rPr>
          <w:sz w:val="36"/>
          <w:szCs w:val="36"/>
        </w:rPr>
        <w:t>Dignity For All Students Act</w:t>
      </w:r>
    </w:p>
    <w:p w:rsidR="00544351" w:rsidRDefault="00544351" w:rsidP="003C1A19">
      <w:pPr>
        <w:rPr>
          <w:sz w:val="36"/>
          <w:szCs w:val="36"/>
        </w:rPr>
      </w:pPr>
    </w:p>
    <w:p w:rsidR="00544351" w:rsidRDefault="00544351">
      <w:pPr>
        <w:rPr>
          <w:sz w:val="36"/>
          <w:szCs w:val="36"/>
        </w:rPr>
      </w:pPr>
    </w:p>
    <w:sectPr w:rsidR="00544351" w:rsidSect="00937DCD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351" w:rsidRDefault="00544351" w:rsidP="00FD7F5C">
      <w:pPr>
        <w:spacing w:after="0" w:line="240" w:lineRule="auto"/>
      </w:pPr>
      <w:r>
        <w:separator/>
      </w:r>
    </w:p>
  </w:endnote>
  <w:endnote w:type="continuationSeparator" w:id="0">
    <w:p w:rsidR="00544351" w:rsidRDefault="00544351" w:rsidP="00FD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351" w:rsidRDefault="00544351" w:rsidP="00FD7F5C">
      <w:pPr>
        <w:spacing w:after="0" w:line="240" w:lineRule="auto"/>
      </w:pPr>
      <w:r>
        <w:separator/>
      </w:r>
    </w:p>
  </w:footnote>
  <w:footnote w:type="continuationSeparator" w:id="0">
    <w:p w:rsidR="00544351" w:rsidRDefault="00544351" w:rsidP="00FD7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4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908"/>
      <w:gridCol w:w="3818"/>
    </w:tblGrid>
    <w:tr w:rsidR="00544351" w:rsidRPr="00494352" w:rsidTr="00265510">
      <w:trPr>
        <w:trHeight w:val="1072"/>
      </w:trPr>
      <w:tc>
        <w:tcPr>
          <w:tcW w:w="3500" w:type="pct"/>
          <w:tcBorders>
            <w:bottom w:val="single" w:sz="4" w:space="0" w:color="auto"/>
          </w:tcBorders>
          <w:vAlign w:val="bottom"/>
        </w:tcPr>
        <w:p w:rsidR="00544351" w:rsidRPr="00265510" w:rsidRDefault="00544351" w:rsidP="00FD7F5C">
          <w:pPr>
            <w:pStyle w:val="Header"/>
            <w:jc w:val="center"/>
            <w:rPr>
              <w:b/>
              <w:bCs/>
              <w:color w:val="C0504D"/>
              <w:sz w:val="48"/>
              <w:szCs w:val="48"/>
            </w:rPr>
          </w:pPr>
          <w:smartTag w:uri="urn:schemas-microsoft-com:office:smarttags" w:element="PlaceName">
            <w:smartTag w:uri="urn:schemas-microsoft-com:office:smarttags" w:element="place">
              <w:smartTag w:uri="urn:schemas-microsoft-com:office:smarttags" w:element="place">
                <w:r w:rsidRPr="00265510">
                  <w:rPr>
                    <w:b/>
                    <w:bCs/>
                    <w:color w:val="C0504D"/>
                    <w:sz w:val="48"/>
                    <w:szCs w:val="48"/>
                  </w:rPr>
                  <w:t>North</w:t>
                </w:r>
              </w:smartTag>
              <w:r w:rsidRPr="00265510">
                <w:rPr>
                  <w:b/>
                  <w:bCs/>
                  <w:color w:val="C0504D"/>
                  <w:sz w:val="48"/>
                  <w:szCs w:val="48"/>
                </w:rPr>
                <w:t xml:space="preserve"> </w:t>
              </w:r>
              <w:smartTag w:uri="urn:schemas-microsoft-com:office:smarttags" w:element="PlaceType">
                <w:smartTag w:uri="urn:schemas-microsoft-com:office:smarttags" w:element="PlaceName">
                  <w:r w:rsidRPr="00265510">
                    <w:rPr>
                      <w:b/>
                      <w:bCs/>
                      <w:color w:val="C0504D"/>
                      <w:sz w:val="48"/>
                      <w:szCs w:val="48"/>
                    </w:rPr>
                    <w:t>Rockland</w:t>
                  </w:r>
                </w:smartTag>
              </w:smartTag>
              <w:r w:rsidRPr="00265510">
                <w:rPr>
                  <w:b/>
                  <w:bCs/>
                  <w:color w:val="C0504D"/>
                  <w:sz w:val="48"/>
                  <w:szCs w:val="48"/>
                </w:rPr>
                <w:t xml:space="preserve"> </w:t>
              </w:r>
              <w:smartTag w:uri="urn:schemas-microsoft-com:office:smarttags" w:element="place">
                <w:r w:rsidRPr="00265510">
                  <w:rPr>
                    <w:b/>
                    <w:bCs/>
                    <w:color w:val="C0504D"/>
                    <w:sz w:val="48"/>
                    <w:szCs w:val="48"/>
                  </w:rPr>
                  <w:t>High School</w:t>
                </w:r>
              </w:smartTag>
            </w:smartTag>
          </w:smartTag>
        </w:p>
        <w:p w:rsidR="00544351" w:rsidRPr="00265510" w:rsidRDefault="00544351" w:rsidP="00FD7F5C">
          <w:pPr>
            <w:pStyle w:val="Header"/>
            <w:jc w:val="center"/>
            <w:rPr>
              <w:noProof/>
              <w:color w:val="76923C"/>
              <w:sz w:val="32"/>
              <w:szCs w:val="32"/>
            </w:rPr>
          </w:pPr>
          <w:r w:rsidRPr="00265510">
            <w:rPr>
              <w:b/>
              <w:bCs/>
              <w:color w:val="EEECE1"/>
              <w:sz w:val="32"/>
              <w:szCs w:val="32"/>
            </w:rPr>
            <w:t>Better Students, Better Citizens</w:t>
          </w:r>
        </w:p>
      </w:tc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544351" w:rsidRPr="00494352" w:rsidRDefault="00544351">
          <w:pPr>
            <w:pStyle w:val="Header"/>
            <w:rPr>
              <w:color w:val="FFFFFF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2049" type="#_x0000_t75" style="position:absolute;margin-left:61.25pt;margin-top:2.4pt;width:1in;height:1in;z-index:251660288;visibility:visible;mso-position-horizontal-relative:text;mso-position-vertical-relative:text">
                <v:imagedata r:id="rId1" o:title=""/>
                <w10:wrap type="square"/>
              </v:shape>
            </w:pict>
          </w:r>
        </w:p>
      </w:tc>
    </w:tr>
  </w:tbl>
  <w:p w:rsidR="00544351" w:rsidRDefault="005443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B09"/>
    <w:multiLevelType w:val="hybridMultilevel"/>
    <w:tmpl w:val="5B36C168"/>
    <w:lvl w:ilvl="0" w:tplc="D020F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160B1"/>
    <w:multiLevelType w:val="hybridMultilevel"/>
    <w:tmpl w:val="019282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12BCA"/>
    <w:multiLevelType w:val="hybridMultilevel"/>
    <w:tmpl w:val="1B32B994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5E1D57"/>
    <w:multiLevelType w:val="hybridMultilevel"/>
    <w:tmpl w:val="57BAE4C4"/>
    <w:lvl w:ilvl="0" w:tplc="D020F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BF5F95"/>
    <w:multiLevelType w:val="hybridMultilevel"/>
    <w:tmpl w:val="EA926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9666F4"/>
    <w:multiLevelType w:val="hybridMultilevel"/>
    <w:tmpl w:val="53E01102"/>
    <w:lvl w:ilvl="0" w:tplc="D020FC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B1243E"/>
    <w:multiLevelType w:val="hybridMultilevel"/>
    <w:tmpl w:val="1C58B86A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B00753B"/>
    <w:multiLevelType w:val="hybridMultilevel"/>
    <w:tmpl w:val="4E08102A"/>
    <w:lvl w:ilvl="0" w:tplc="929E3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C10154"/>
    <w:multiLevelType w:val="hybridMultilevel"/>
    <w:tmpl w:val="3D5C87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637A3C"/>
    <w:multiLevelType w:val="hybridMultilevel"/>
    <w:tmpl w:val="4CB66EC8"/>
    <w:lvl w:ilvl="0" w:tplc="D020F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9FD280A"/>
    <w:multiLevelType w:val="hybridMultilevel"/>
    <w:tmpl w:val="9C8067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D9159C"/>
    <w:multiLevelType w:val="hybridMultilevel"/>
    <w:tmpl w:val="072447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847"/>
    <w:rsid w:val="00060AA7"/>
    <w:rsid w:val="001068B7"/>
    <w:rsid w:val="001B1947"/>
    <w:rsid w:val="001B54FD"/>
    <w:rsid w:val="00211BD3"/>
    <w:rsid w:val="002328B8"/>
    <w:rsid w:val="00262EB7"/>
    <w:rsid w:val="00265510"/>
    <w:rsid w:val="002B312A"/>
    <w:rsid w:val="002F31E0"/>
    <w:rsid w:val="00307099"/>
    <w:rsid w:val="00331FED"/>
    <w:rsid w:val="003652DE"/>
    <w:rsid w:val="003A56C6"/>
    <w:rsid w:val="003C1A19"/>
    <w:rsid w:val="004562D9"/>
    <w:rsid w:val="0046767E"/>
    <w:rsid w:val="0048176E"/>
    <w:rsid w:val="00494352"/>
    <w:rsid w:val="004D1E41"/>
    <w:rsid w:val="00501973"/>
    <w:rsid w:val="0051208E"/>
    <w:rsid w:val="00517585"/>
    <w:rsid w:val="00526D16"/>
    <w:rsid w:val="00531918"/>
    <w:rsid w:val="005321EB"/>
    <w:rsid w:val="00544351"/>
    <w:rsid w:val="0060745E"/>
    <w:rsid w:val="00637BED"/>
    <w:rsid w:val="006E42AB"/>
    <w:rsid w:val="00780C60"/>
    <w:rsid w:val="007A5C3D"/>
    <w:rsid w:val="007B221B"/>
    <w:rsid w:val="007D3668"/>
    <w:rsid w:val="007E61A7"/>
    <w:rsid w:val="007F6DB1"/>
    <w:rsid w:val="0082252D"/>
    <w:rsid w:val="00873FFD"/>
    <w:rsid w:val="00893F2B"/>
    <w:rsid w:val="008F00F0"/>
    <w:rsid w:val="0090532E"/>
    <w:rsid w:val="00913847"/>
    <w:rsid w:val="00937DCD"/>
    <w:rsid w:val="00A40BDE"/>
    <w:rsid w:val="00B40EF8"/>
    <w:rsid w:val="00B6128E"/>
    <w:rsid w:val="00BC0BA4"/>
    <w:rsid w:val="00BE3F8C"/>
    <w:rsid w:val="00BF2911"/>
    <w:rsid w:val="00C0585E"/>
    <w:rsid w:val="00C14E84"/>
    <w:rsid w:val="00CB4C4E"/>
    <w:rsid w:val="00CB6DA6"/>
    <w:rsid w:val="00D949BC"/>
    <w:rsid w:val="00DB0F70"/>
    <w:rsid w:val="00E172F0"/>
    <w:rsid w:val="00EE5963"/>
    <w:rsid w:val="00F042BE"/>
    <w:rsid w:val="00F67F46"/>
    <w:rsid w:val="00FC436B"/>
    <w:rsid w:val="00FD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4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38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7F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7F5C"/>
    <w:rPr>
      <w:rFonts w:cs="Times New Roman"/>
    </w:rPr>
  </w:style>
  <w:style w:type="table" w:styleId="TableGrid">
    <w:name w:val="Table Grid"/>
    <w:basedOn w:val="TableNormal"/>
    <w:uiPriority w:val="99"/>
    <w:rsid w:val="00CB6D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CB6DA6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List-Accent2">
    <w:name w:val="Light List Accent 2"/>
    <w:basedOn w:val="TableNormal"/>
    <w:uiPriority w:val="99"/>
    <w:rsid w:val="00CB6DA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ListParagraph">
    <w:name w:val="List Paragraph"/>
    <w:basedOn w:val="Normal"/>
    <w:uiPriority w:val="99"/>
    <w:qFormat/>
    <w:rsid w:val="00F042B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7F6DB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2</Pages>
  <Words>21</Words>
  <Characters>126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North Rockland Schools</cp:lastModifiedBy>
  <cp:revision>5</cp:revision>
  <cp:lastPrinted>2012-11-07T18:02:00Z</cp:lastPrinted>
  <dcterms:created xsi:type="dcterms:W3CDTF">2012-11-07T15:16:00Z</dcterms:created>
  <dcterms:modified xsi:type="dcterms:W3CDTF">2012-11-20T14:38:00Z</dcterms:modified>
</cp:coreProperties>
</file>